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4E2BC6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4E2BC6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4E2BC6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13, 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4817040" w14:textId="4A7C895F" w:rsidR="000855FF" w:rsidRDefault="000855FF" w:rsidP="00F80596">
      <w:pPr>
        <w:pStyle w:val="Nagwek2"/>
        <w:numPr>
          <w:ilvl w:val="0"/>
          <w:numId w:val="0"/>
        </w:numPr>
        <w:spacing w:before="0" w:after="0"/>
        <w:rPr>
          <w:rFonts w:cstheme="minorHAnsi"/>
          <w:lang w:eastAsia="pl-PL"/>
        </w:rPr>
      </w:pPr>
      <w:r w:rsidRPr="00F80596">
        <w:rPr>
          <w:rFonts w:cstheme="minorHAnsi"/>
          <w:lang w:eastAsia="pl-PL"/>
        </w:rPr>
        <w:t xml:space="preserve">Składając Ofertę w postępowaniu zakupowym nr </w:t>
      </w:r>
      <w:r w:rsidR="00554FB2" w:rsidRPr="00420145">
        <w:rPr>
          <w:rFonts w:cstheme="minorHAnsi"/>
          <w:b/>
          <w:bCs/>
        </w:rPr>
        <w:t>POST/DYS/OB/GZ/00129/2026</w:t>
      </w:r>
      <w:r w:rsidR="00D7286B" w:rsidRPr="00F80596">
        <w:rPr>
          <w:rFonts w:cstheme="minorHAnsi"/>
          <w:lang w:eastAsia="pl-PL"/>
        </w:rPr>
        <w:t>,</w:t>
      </w:r>
      <w:r w:rsidRPr="00F80596">
        <w:rPr>
          <w:rFonts w:cstheme="minorHAnsi"/>
          <w:lang w:eastAsia="pl-PL"/>
        </w:rPr>
        <w:t xml:space="preserve"> prowadzonym w trybie przetargu nieograniczonego pn. </w:t>
      </w:r>
      <w:r w:rsidR="00554FB2" w:rsidRPr="00420145">
        <w:rPr>
          <w:rFonts w:cstheme="minorHAnsi"/>
          <w:b/>
        </w:rPr>
        <w:t>Opracowanie dokumentacji projektowej oraz wykonanie prac budowlano - montażowych związanych z wymianą zabezpieczeń pól WN i SN transformatorów WN/SN na terenie PGE Dystrybucja Oddział Białystok - 5 Części</w:t>
      </w:r>
      <w:r w:rsidR="00554FB2">
        <w:rPr>
          <w:rFonts w:cstheme="minorHAnsi"/>
          <w:b/>
        </w:rPr>
        <w:t>,</w:t>
      </w:r>
      <w:r w:rsidR="00240B8C">
        <w:rPr>
          <w:rFonts w:cstheme="minorHAnsi"/>
          <w:lang w:eastAsia="pl-PL"/>
        </w:rPr>
        <w:t xml:space="preserve"> oświadczamy, </w:t>
      </w:r>
      <w:r w:rsidRPr="00F80596">
        <w:rPr>
          <w:rFonts w:cstheme="minorHAnsi"/>
          <w:lang w:eastAsia="pl-PL"/>
        </w:rPr>
        <w:t>że dysponujemy następującymi osobami zdolnymi do realizacji zadania zdolnymi do wykonana przedmiotu Zakupu:</w:t>
      </w:r>
    </w:p>
    <w:p w14:paraId="11A35436" w14:textId="77777777" w:rsidR="00554FB2" w:rsidRPr="00F80596" w:rsidRDefault="00554FB2" w:rsidP="00F80596">
      <w:pPr>
        <w:pStyle w:val="Nagwek2"/>
        <w:numPr>
          <w:ilvl w:val="0"/>
          <w:numId w:val="0"/>
        </w:numPr>
        <w:spacing w:before="0" w:after="0"/>
        <w:rPr>
          <w:rFonts w:cs="Arial"/>
          <w:color w:val="000000"/>
          <w:spacing w:val="-15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855F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2F4B1B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2F4B1B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dd-mm-rrrr</w:t>
            </w:r>
          </w:p>
        </w:tc>
      </w:tr>
      <w:tr w:rsidR="004E2BC6" w:rsidRPr="000855F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2639E0" w14:textId="317D3ECF" w:rsidR="00240B8C" w:rsidRPr="00FF2163" w:rsidRDefault="00240B8C" w:rsidP="00240B8C">
            <w:pPr>
              <w:spacing w:before="60" w:after="120"/>
              <w:contextualSpacing/>
              <w:jc w:val="both"/>
              <w:rPr>
                <w:rFonts w:ascii="Verdana" w:hAnsi="Verdana" w:cstheme="minorHAnsi"/>
                <w:szCs w:val="18"/>
                <w:lang w:eastAsia="pl-PL"/>
              </w:rPr>
            </w:pPr>
            <w:r w:rsidRPr="00BA6229">
              <w:rPr>
                <w:rFonts w:ascii="Verdana" w:hAnsi="Verdana" w:cstheme="minorHAnsi"/>
                <w:szCs w:val="18"/>
                <w:lang w:eastAsia="pl-PL"/>
              </w:rPr>
              <w:t xml:space="preserve">co </w:t>
            </w:r>
            <w:r w:rsidR="00554FB2" w:rsidRPr="00BA6229">
              <w:rPr>
                <w:rFonts w:ascii="Verdana" w:hAnsi="Verdana" w:cstheme="minorHAnsi"/>
                <w:szCs w:val="18"/>
                <w:lang w:eastAsia="pl-PL"/>
              </w:rPr>
              <w:t>najmniej jedną osobą posiadającą uprawnienia d</w:t>
            </w:r>
            <w:r w:rsidR="00554FB2">
              <w:rPr>
                <w:rFonts w:ascii="Verdana" w:hAnsi="Verdana" w:cstheme="minorHAnsi"/>
                <w:szCs w:val="18"/>
                <w:lang w:eastAsia="pl-PL"/>
              </w:rPr>
              <w:t xml:space="preserve">o </w:t>
            </w:r>
            <w:r w:rsidR="00554FB2" w:rsidRPr="00BA6229">
              <w:rPr>
                <w:rFonts w:ascii="Verdana" w:hAnsi="Verdana" w:cstheme="minorHAnsi"/>
                <w:szCs w:val="18"/>
                <w:lang w:eastAsia="pl-PL"/>
              </w:rPr>
              <w:t>projektowania robót w branży elektroenergetycznej bez</w:t>
            </w:r>
            <w:r w:rsidR="00554FB2"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="00554FB2" w:rsidRPr="00BA6229">
              <w:rPr>
                <w:rFonts w:ascii="Verdana" w:hAnsi="Verdana" w:cstheme="minorHAnsi"/>
                <w:szCs w:val="18"/>
                <w:lang w:eastAsia="pl-PL"/>
              </w:rPr>
              <w:t>ograniczeń w specjalności instalacyjnej w zakresie sieci,</w:t>
            </w:r>
            <w:r w:rsidR="00554FB2"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="00554FB2" w:rsidRPr="00BA6229">
              <w:rPr>
                <w:rFonts w:ascii="Verdana" w:hAnsi="Verdana" w:cstheme="minorHAnsi"/>
                <w:szCs w:val="18"/>
                <w:lang w:eastAsia="pl-PL"/>
              </w:rPr>
              <w:t>instalacji i urządzeń elektrycznych i elektroenergetycznych,</w:t>
            </w:r>
            <w:r w:rsidR="00554FB2"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="00554FB2" w:rsidRPr="00BA6229">
              <w:rPr>
                <w:rFonts w:ascii="Verdana" w:hAnsi="Verdana" w:cstheme="minorHAnsi"/>
                <w:szCs w:val="18"/>
                <w:lang w:eastAsia="pl-PL"/>
              </w:rPr>
              <w:t>wydane na podstawie przepisów ustawy z dnia 7 lipca</w:t>
            </w:r>
            <w:r w:rsidR="00554FB2"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="00554FB2" w:rsidRPr="00BA6229">
              <w:rPr>
                <w:rFonts w:ascii="Verdana" w:hAnsi="Verdana" w:cstheme="minorHAnsi"/>
                <w:szCs w:val="18"/>
                <w:lang w:eastAsia="pl-PL"/>
              </w:rPr>
              <w:t>1994 roku Prawo Budowlane oraz Rozporządzenia Ministra</w:t>
            </w:r>
            <w:r w:rsidR="00554FB2"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="00554FB2" w:rsidRPr="00BA6229">
              <w:rPr>
                <w:rFonts w:ascii="Verdana" w:hAnsi="Verdana" w:cstheme="minorHAnsi"/>
                <w:szCs w:val="18"/>
                <w:lang w:eastAsia="pl-PL"/>
              </w:rPr>
              <w:t>Transportu i Budownictwa z dnia 11 września 2014 roku w</w:t>
            </w:r>
            <w:r w:rsidR="00554FB2"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="00554FB2" w:rsidRPr="00BA6229">
              <w:rPr>
                <w:rFonts w:ascii="Verdana" w:hAnsi="Verdana" w:cstheme="minorHAnsi"/>
                <w:szCs w:val="18"/>
                <w:lang w:eastAsia="pl-PL"/>
              </w:rPr>
              <w:t>sprawie samodzielnych funkcji technicznych w budownictwie,</w:t>
            </w:r>
            <w:r w:rsidR="00554FB2"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="00554FB2" w:rsidRPr="00BA6229">
              <w:rPr>
                <w:rFonts w:ascii="Verdana" w:hAnsi="Verdana" w:cstheme="minorHAnsi"/>
                <w:szCs w:val="18"/>
                <w:lang w:eastAsia="pl-PL"/>
              </w:rPr>
              <w:t>wpisanych na listę członków właściwej izby samorządu</w:t>
            </w:r>
            <w:r w:rsidR="00554FB2"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="00554FB2" w:rsidRPr="00FF2163">
              <w:rPr>
                <w:rFonts w:ascii="Verdana" w:hAnsi="Verdana" w:cstheme="minorHAnsi"/>
                <w:szCs w:val="18"/>
                <w:lang w:eastAsia="pl-PL"/>
              </w:rPr>
              <w:t>zawodowego tj. zarejestrowaną w OIIB</w:t>
            </w:r>
          </w:p>
          <w:p w14:paraId="03EF68AD" w14:textId="7881277E" w:rsidR="004E2BC6" w:rsidRPr="00F80596" w:rsidRDefault="004E2BC6" w:rsidP="00F8059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MT"/>
                <w:sz w:val="16"/>
                <w:szCs w:val="16"/>
              </w:rPr>
            </w:pPr>
          </w:p>
        </w:tc>
      </w:tr>
      <w:tr w:rsidR="004E2BC6" w:rsidRPr="000855F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554964" w14:textId="2D911271" w:rsidR="00554FB2" w:rsidRDefault="00240B8C" w:rsidP="00554FB2">
            <w:pPr>
              <w:spacing w:before="60" w:after="120"/>
              <w:contextualSpacing/>
              <w:jc w:val="both"/>
              <w:rPr>
                <w:rFonts w:ascii="Verdana" w:hAnsi="Verdana" w:cstheme="minorHAnsi"/>
                <w:szCs w:val="18"/>
                <w:lang w:eastAsia="pl-PL"/>
              </w:rPr>
            </w:pPr>
            <w:r w:rsidRPr="00FF2163">
              <w:rPr>
                <w:rFonts w:ascii="Verdana" w:hAnsi="Verdana" w:cstheme="minorHAnsi"/>
                <w:szCs w:val="18"/>
                <w:lang w:eastAsia="pl-PL"/>
              </w:rPr>
              <w:t xml:space="preserve">co najmniej jedną osobą </w:t>
            </w:r>
            <w:r w:rsidR="00554FB2" w:rsidRPr="00FF2163">
              <w:rPr>
                <w:rFonts w:ascii="Verdana" w:hAnsi="Verdana" w:cstheme="minorHAnsi"/>
                <w:szCs w:val="18"/>
                <w:lang w:eastAsia="pl-PL"/>
              </w:rPr>
              <w:t>posiadającą uprawnienia</w:t>
            </w:r>
            <w:r w:rsidR="00554FB2"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="00554FB2" w:rsidRPr="00120A10">
              <w:rPr>
                <w:rFonts w:ascii="Verdana" w:hAnsi="Verdana" w:cstheme="minorHAnsi"/>
                <w:szCs w:val="18"/>
                <w:lang w:eastAsia="pl-PL"/>
              </w:rPr>
              <w:t>budowlane bez ograniczeń do kierowania robotami</w:t>
            </w:r>
            <w:r w:rsidR="00554FB2"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="00554FB2" w:rsidRPr="00120A10">
              <w:rPr>
                <w:rFonts w:ascii="Verdana" w:hAnsi="Verdana" w:cstheme="minorHAnsi"/>
                <w:szCs w:val="18"/>
                <w:lang w:eastAsia="pl-PL"/>
              </w:rPr>
              <w:t>budowlanymi w specjalności instalacyjnej w zakresie sieci,</w:t>
            </w:r>
            <w:r w:rsidR="00554FB2"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="00554FB2" w:rsidRPr="00120A10">
              <w:rPr>
                <w:rFonts w:ascii="Verdana" w:hAnsi="Verdana" w:cstheme="minorHAnsi"/>
                <w:szCs w:val="18"/>
                <w:lang w:eastAsia="pl-PL"/>
              </w:rPr>
              <w:t>instalacji i urządzeń elektrycznych i elektroenergetycznych,</w:t>
            </w:r>
            <w:r w:rsidR="00554FB2"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="00554FB2" w:rsidRPr="00120A10">
              <w:rPr>
                <w:rFonts w:ascii="Verdana" w:hAnsi="Verdana" w:cstheme="minorHAnsi"/>
                <w:szCs w:val="18"/>
                <w:lang w:eastAsia="pl-PL"/>
              </w:rPr>
              <w:t>wydane na podstawie przepisów ustawy z dnia 7 lipca</w:t>
            </w:r>
            <w:r w:rsidR="00554FB2"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="00554FB2" w:rsidRPr="00120A10">
              <w:rPr>
                <w:rFonts w:ascii="Verdana" w:hAnsi="Verdana" w:cstheme="minorHAnsi"/>
                <w:szCs w:val="18"/>
                <w:lang w:eastAsia="pl-PL"/>
              </w:rPr>
              <w:t>1994 roku Prawo Budowlane oraz Rozporządzenia Ministra</w:t>
            </w:r>
            <w:r w:rsidR="00554FB2"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="00554FB2" w:rsidRPr="00120A10">
              <w:rPr>
                <w:rFonts w:ascii="Verdana" w:hAnsi="Verdana" w:cstheme="minorHAnsi"/>
                <w:szCs w:val="18"/>
                <w:lang w:eastAsia="pl-PL"/>
              </w:rPr>
              <w:t>Transportu i Budownictwa z dnia 11 września 2014 roku w</w:t>
            </w:r>
            <w:r w:rsidR="00554FB2"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="00554FB2" w:rsidRPr="00120A10">
              <w:rPr>
                <w:rFonts w:ascii="Verdana" w:hAnsi="Verdana" w:cstheme="minorHAnsi"/>
                <w:szCs w:val="18"/>
                <w:lang w:eastAsia="pl-PL"/>
              </w:rPr>
              <w:t>sprawie samodzielnych funkcji technicznych w budownictwie,</w:t>
            </w:r>
            <w:r w:rsidR="00554FB2"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="00554FB2" w:rsidRPr="00120A10">
              <w:rPr>
                <w:rFonts w:ascii="Verdana" w:hAnsi="Verdana" w:cstheme="minorHAnsi"/>
                <w:szCs w:val="18"/>
                <w:lang w:eastAsia="pl-PL"/>
              </w:rPr>
              <w:t>wpisaną na listę członków właściwej izby samorządu</w:t>
            </w:r>
            <w:r w:rsidR="00554FB2"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="00554FB2" w:rsidRPr="00120A10">
              <w:rPr>
                <w:rFonts w:ascii="Verdana" w:hAnsi="Verdana" w:cstheme="minorHAnsi"/>
                <w:szCs w:val="18"/>
                <w:lang w:eastAsia="pl-PL"/>
              </w:rPr>
              <w:t>zawodowego tj. zarejestrowaną w OIIB</w:t>
            </w:r>
          </w:p>
          <w:p w14:paraId="3363572E" w14:textId="18ED3EFF" w:rsidR="004E2BC6" w:rsidRPr="00240B8C" w:rsidRDefault="004E2BC6" w:rsidP="00240B8C">
            <w:pPr>
              <w:spacing w:before="60" w:after="120"/>
              <w:contextualSpacing/>
              <w:jc w:val="both"/>
              <w:rPr>
                <w:rFonts w:ascii="Verdana" w:hAnsi="Verdana" w:cstheme="minorHAnsi"/>
                <w:szCs w:val="18"/>
                <w:lang w:eastAsia="pl-PL"/>
              </w:rPr>
            </w:pPr>
          </w:p>
        </w:tc>
      </w:tr>
      <w:tr w:rsidR="004E2BC6" w:rsidRPr="000855F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F80596" w:rsidRPr="000855FF" w14:paraId="0AF9DDB6" w14:textId="77777777" w:rsidTr="00240B8C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66FA97" w14:textId="6D609716" w:rsidR="00240B8C" w:rsidRPr="00244793" w:rsidRDefault="00554FB2" w:rsidP="00240B8C">
            <w:pPr>
              <w:spacing w:before="60" w:after="120"/>
              <w:contextualSpacing/>
              <w:jc w:val="both"/>
              <w:rPr>
                <w:rFonts w:ascii="Verdana" w:hAnsi="Verdana" w:cstheme="minorHAnsi"/>
                <w:szCs w:val="18"/>
                <w:lang w:eastAsia="pl-PL"/>
              </w:rPr>
            </w:pPr>
            <w:r w:rsidRPr="00120A10">
              <w:rPr>
                <w:rFonts w:ascii="Verdana" w:hAnsi="Verdana" w:cstheme="minorHAnsi"/>
                <w:szCs w:val="18"/>
                <w:lang w:eastAsia="pl-PL"/>
              </w:rPr>
              <w:t xml:space="preserve">co najmniej </w:t>
            </w:r>
            <w:r>
              <w:rPr>
                <w:rFonts w:ascii="Verdana" w:hAnsi="Verdana" w:cstheme="minorHAnsi"/>
                <w:szCs w:val="18"/>
                <w:lang w:eastAsia="pl-PL"/>
              </w:rPr>
              <w:t>2</w:t>
            </w:r>
            <w:r w:rsidRPr="00120A10">
              <w:rPr>
                <w:rFonts w:ascii="Verdana" w:hAnsi="Verdana" w:cstheme="minorHAnsi"/>
                <w:szCs w:val="18"/>
                <w:lang w:eastAsia="pl-PL"/>
              </w:rPr>
              <w:t xml:space="preserve"> osob</w:t>
            </w:r>
            <w:r>
              <w:rPr>
                <w:rFonts w:ascii="Verdana" w:hAnsi="Verdana" w:cstheme="minorHAnsi"/>
                <w:szCs w:val="18"/>
                <w:lang w:eastAsia="pl-PL"/>
              </w:rPr>
              <w:t>ami</w:t>
            </w:r>
            <w:r w:rsidRPr="00120A10">
              <w:rPr>
                <w:rFonts w:ascii="Verdana" w:hAnsi="Verdana" w:cstheme="minorHAnsi"/>
                <w:szCs w:val="18"/>
                <w:lang w:eastAsia="pl-PL"/>
              </w:rPr>
              <w:t xml:space="preserve"> posiadającymi świadectwo kwalifikacyjne grupy „D”, uprawniające do zajmowania się eksploatacją urządzeń, instalacji i sieci elektroenergetycznych powyżej 1 kV na stanowisku dozoru</w:t>
            </w:r>
          </w:p>
          <w:p w14:paraId="633BDF7E" w14:textId="5A63F72E" w:rsidR="00F80596" w:rsidRPr="00F80596" w:rsidRDefault="00F80596" w:rsidP="00F8059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MT"/>
                <w:sz w:val="16"/>
                <w:szCs w:val="16"/>
              </w:rPr>
            </w:pPr>
          </w:p>
        </w:tc>
      </w:tr>
      <w:tr w:rsidR="00F80596" w:rsidRPr="000855FF" w14:paraId="7ACC8358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1EBF" w14:textId="77777777" w:rsidR="00F80596" w:rsidRPr="000855FF" w:rsidRDefault="00F8059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7542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1FB9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BF45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F80596" w:rsidRPr="000855FF" w14:paraId="465B0AFC" w14:textId="77777777" w:rsidTr="00240B8C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155497" w14:textId="023B4918" w:rsidR="00F80596" w:rsidRPr="00F80596" w:rsidRDefault="00554FB2" w:rsidP="00554FB2">
            <w:pPr>
              <w:spacing w:before="60" w:after="120"/>
              <w:contextualSpacing/>
              <w:jc w:val="both"/>
              <w:rPr>
                <w:rFonts w:cs="ArialMT"/>
                <w:sz w:val="16"/>
                <w:szCs w:val="16"/>
              </w:rPr>
            </w:pPr>
            <w:r w:rsidRPr="00244793">
              <w:rPr>
                <w:rFonts w:ascii="Verdana" w:hAnsi="Verdana" w:cstheme="minorHAnsi"/>
                <w:szCs w:val="18"/>
                <w:lang w:eastAsia="pl-PL"/>
              </w:rPr>
              <w:t xml:space="preserve">co najmniej </w:t>
            </w:r>
            <w:r>
              <w:rPr>
                <w:rFonts w:ascii="Verdana" w:hAnsi="Verdana" w:cstheme="minorHAnsi"/>
                <w:szCs w:val="18"/>
                <w:lang w:eastAsia="pl-PL"/>
              </w:rPr>
              <w:t>2</w:t>
            </w:r>
            <w:r w:rsidRPr="00244793">
              <w:rPr>
                <w:rFonts w:ascii="Verdana" w:hAnsi="Verdana" w:cstheme="minorHAnsi"/>
                <w:szCs w:val="18"/>
                <w:lang w:eastAsia="pl-PL"/>
              </w:rPr>
              <w:t xml:space="preserve"> osob</w:t>
            </w:r>
            <w:r>
              <w:rPr>
                <w:rFonts w:ascii="Verdana" w:hAnsi="Verdana" w:cstheme="minorHAnsi"/>
                <w:szCs w:val="18"/>
                <w:lang w:eastAsia="pl-PL"/>
              </w:rPr>
              <w:t>ami</w:t>
            </w:r>
            <w:r w:rsidRPr="00244793">
              <w:rPr>
                <w:rFonts w:ascii="Verdana" w:hAnsi="Verdana" w:cstheme="minorHAnsi"/>
                <w:szCs w:val="18"/>
                <w:lang w:eastAsia="pl-PL"/>
              </w:rPr>
              <w:t xml:space="preserve"> posiadające świadectwo kwalifikacyjne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244793">
              <w:rPr>
                <w:rFonts w:ascii="Verdana" w:hAnsi="Verdana" w:cstheme="minorHAnsi"/>
                <w:szCs w:val="18"/>
                <w:lang w:eastAsia="pl-PL"/>
              </w:rPr>
              <w:t>grupy „E”, uprawniające do wykonywania prac na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244793">
              <w:rPr>
                <w:rFonts w:ascii="Verdana" w:hAnsi="Verdana" w:cstheme="minorHAnsi"/>
                <w:szCs w:val="18"/>
                <w:lang w:eastAsia="pl-PL"/>
              </w:rPr>
              <w:t>urządzeniach, instalacjach i sieciach elektroenergetycznych o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244793">
              <w:rPr>
                <w:rFonts w:ascii="Verdana" w:hAnsi="Verdana" w:cstheme="minorHAnsi"/>
                <w:szCs w:val="18"/>
                <w:lang w:eastAsia="pl-PL"/>
              </w:rPr>
              <w:t>napięciu powyżej 1 kV na stanowisku eksploatacji</w:t>
            </w:r>
          </w:p>
        </w:tc>
      </w:tr>
      <w:tr w:rsidR="00F80596" w:rsidRPr="000855FF" w14:paraId="0B79A27B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8B69" w14:textId="77777777" w:rsidR="00F80596" w:rsidRPr="000855FF" w:rsidRDefault="00F8059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0E51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04BB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4277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240B8C" w:rsidRPr="000855FF" w14:paraId="7BBC9F80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8A9A" w14:textId="77777777" w:rsidR="00240B8C" w:rsidRPr="000855FF" w:rsidRDefault="00240B8C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FCE7" w14:textId="77777777" w:rsidR="00240B8C" w:rsidRPr="000855FF" w:rsidRDefault="00240B8C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0447" w14:textId="77777777" w:rsidR="00240B8C" w:rsidRPr="000855FF" w:rsidRDefault="00240B8C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1A3E" w14:textId="77777777" w:rsidR="00240B8C" w:rsidRPr="000855FF" w:rsidRDefault="00240B8C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F80596" w:rsidRPr="000855FF" w14:paraId="6A11DDCD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D22E" w14:textId="77777777" w:rsidR="00F80596" w:rsidRPr="000855FF" w:rsidRDefault="00F8059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1A15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7CA2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26FF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740776E" w14:textId="1ACF769C" w:rsidR="00153A4C" w:rsidRPr="00601E99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601E99">
        <w:rPr>
          <w:rFonts w:cstheme="minorHAnsi"/>
          <w:i/>
          <w:sz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601E99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01E99">
        <w:rPr>
          <w:rFonts w:eastAsia="Calibri" w:cstheme="minorHAnsi"/>
          <w:sz w:val="20"/>
          <w:lang w:eastAsia="pl-PL"/>
        </w:rPr>
        <w:lastRenderedPageBreak/>
        <w:t>W przypadku, gdy Wykonawca będzie samodzielnie świadczył usługi – należy wpisać dane Wykonawcy</w:t>
      </w:r>
    </w:p>
    <w:p w14:paraId="4376884C" w14:textId="77777777" w:rsidR="00153A4C" w:rsidRPr="00601E99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01E99">
        <w:rPr>
          <w:rFonts w:eastAsia="Calibri" w:cstheme="minorHAnsi"/>
          <w:sz w:val="20"/>
          <w:lang w:eastAsia="pl-PL"/>
        </w:rPr>
        <w:t>Jednocześnie o</w:t>
      </w:r>
      <w:r w:rsidRPr="00601E99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01E99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4E2BC6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691BCF4A" w:rsidR="000855FF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8588E">
        <w:rPr>
          <w:rFonts w:cstheme="minorHAnsi"/>
          <w:snapToGrid w:val="0"/>
          <w:sz w:val="20"/>
          <w:lang w:eastAsia="pl-PL"/>
        </w:rPr>
        <w:t>zostaną przeszkol</w:t>
      </w:r>
      <w:r w:rsidR="00C456E3" w:rsidRPr="00D8588E">
        <w:rPr>
          <w:rFonts w:cstheme="minorHAnsi"/>
          <w:snapToGrid w:val="0"/>
          <w:sz w:val="20"/>
          <w:lang w:eastAsia="pl-PL"/>
        </w:rPr>
        <w:t>one</w:t>
      </w:r>
      <w:r w:rsidRPr="00D8588E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D8588E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D8588E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D8588E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D8588E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D8588E">
        <w:rPr>
          <w:rFonts w:cstheme="minorHAnsi"/>
          <w:snapToGrid w:val="0"/>
          <w:sz w:val="20"/>
          <w:lang w:eastAsia="pl-PL"/>
        </w:rPr>
        <w:t>.</w:t>
      </w:r>
    </w:p>
    <w:p w14:paraId="6AEC3028" w14:textId="77777777" w:rsidR="000430C0" w:rsidRPr="00D8588E" w:rsidRDefault="000430C0" w:rsidP="000430C0">
      <w:pPr>
        <w:autoSpaceDE w:val="0"/>
        <w:autoSpaceDN w:val="0"/>
        <w:spacing w:after="200"/>
        <w:ind w:left="426"/>
        <w:contextualSpacing/>
        <w:jc w:val="both"/>
        <w:rPr>
          <w:rFonts w:cstheme="minorHAnsi"/>
          <w:snapToGrid w:val="0"/>
          <w:sz w:val="20"/>
          <w:lang w:eastAsia="pl-PL"/>
        </w:rPr>
      </w:pPr>
    </w:p>
    <w:p w14:paraId="6A6A7D4C" w14:textId="11E27182" w:rsidR="000855FF" w:rsidRPr="000430C0" w:rsidRDefault="000855FF" w:rsidP="000430C0">
      <w:pPr>
        <w:spacing w:before="120" w:line="276" w:lineRule="auto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D8588E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8588E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E40F5E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9B5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3884640" w14:textId="77777777" w:rsidR="00554FB2" w:rsidRPr="006E100D" w:rsidRDefault="00554FB2" w:rsidP="00554FB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DFBCA43" w:rsidR="00347E8D" w:rsidRPr="000430C0" w:rsidRDefault="00554FB2" w:rsidP="00554FB2">
          <w:pPr>
            <w:suppressAutoHyphens/>
            <w:ind w:right="187"/>
            <w:rPr>
              <w:b/>
              <w:sz w:val="20"/>
            </w:rPr>
          </w:pPr>
          <w:r w:rsidRPr="00AC1502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POST/DYS/OB/GZ/00129/2026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F05AF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F05AF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30186743">
    <w:abstractNumId w:val="18"/>
  </w:num>
  <w:num w:numId="2" w16cid:durableId="638800749">
    <w:abstractNumId w:val="7"/>
  </w:num>
  <w:num w:numId="3" w16cid:durableId="2138059211">
    <w:abstractNumId w:val="12"/>
  </w:num>
  <w:num w:numId="4" w16cid:durableId="742024056">
    <w:abstractNumId w:val="20"/>
  </w:num>
  <w:num w:numId="5" w16cid:durableId="1349403513">
    <w:abstractNumId w:val="18"/>
  </w:num>
  <w:num w:numId="6" w16cid:durableId="1175924820">
    <w:abstractNumId w:val="18"/>
  </w:num>
  <w:num w:numId="7" w16cid:durableId="1106777118">
    <w:abstractNumId w:val="3"/>
  </w:num>
  <w:num w:numId="8" w16cid:durableId="884683799">
    <w:abstractNumId w:val="28"/>
  </w:num>
  <w:num w:numId="9" w16cid:durableId="1404916118">
    <w:abstractNumId w:val="16"/>
  </w:num>
  <w:num w:numId="10" w16cid:durableId="2130080944">
    <w:abstractNumId w:val="4"/>
  </w:num>
  <w:num w:numId="11" w16cid:durableId="1027870099">
    <w:abstractNumId w:val="13"/>
  </w:num>
  <w:num w:numId="12" w16cid:durableId="757290805">
    <w:abstractNumId w:val="11"/>
  </w:num>
  <w:num w:numId="13" w16cid:durableId="758215267">
    <w:abstractNumId w:val="27"/>
  </w:num>
  <w:num w:numId="14" w16cid:durableId="1657689224">
    <w:abstractNumId w:val="22"/>
  </w:num>
  <w:num w:numId="15" w16cid:durableId="843785021">
    <w:abstractNumId w:val="15"/>
  </w:num>
  <w:num w:numId="16" w16cid:durableId="1347439090">
    <w:abstractNumId w:val="9"/>
  </w:num>
  <w:num w:numId="17" w16cid:durableId="144249414">
    <w:abstractNumId w:val="5"/>
  </w:num>
  <w:num w:numId="18" w16cid:durableId="6663970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86876078">
    <w:abstractNumId w:val="0"/>
  </w:num>
  <w:num w:numId="20" w16cid:durableId="1486356960">
    <w:abstractNumId w:val="29"/>
  </w:num>
  <w:num w:numId="21" w16cid:durableId="625696915">
    <w:abstractNumId w:val="1"/>
  </w:num>
  <w:num w:numId="22" w16cid:durableId="745349125">
    <w:abstractNumId w:val="14"/>
  </w:num>
  <w:num w:numId="23" w16cid:durableId="1081566082">
    <w:abstractNumId w:val="10"/>
  </w:num>
  <w:num w:numId="24" w16cid:durableId="1675305094">
    <w:abstractNumId w:val="21"/>
  </w:num>
  <w:num w:numId="25" w16cid:durableId="1960185237">
    <w:abstractNumId w:val="25"/>
  </w:num>
  <w:num w:numId="26" w16cid:durableId="1855338040">
    <w:abstractNumId w:val="2"/>
  </w:num>
  <w:num w:numId="27" w16cid:durableId="217399098">
    <w:abstractNumId w:val="24"/>
  </w:num>
  <w:num w:numId="28" w16cid:durableId="245573293">
    <w:abstractNumId w:val="23"/>
  </w:num>
  <w:num w:numId="29" w16cid:durableId="9215716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97550160">
    <w:abstractNumId w:val="19"/>
  </w:num>
  <w:num w:numId="31" w16cid:durableId="1074399093">
    <w:abstractNumId w:val="17"/>
  </w:num>
  <w:num w:numId="32" w16cid:durableId="1710910022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3582"/>
    <w:rsid w:val="00036B40"/>
    <w:rsid w:val="00036D76"/>
    <w:rsid w:val="00040B6D"/>
    <w:rsid w:val="000430C0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514B"/>
    <w:rsid w:val="001E7E73"/>
    <w:rsid w:val="001F3242"/>
    <w:rsid w:val="001F3600"/>
    <w:rsid w:val="001F3F20"/>
    <w:rsid w:val="001F737A"/>
    <w:rsid w:val="002067F1"/>
    <w:rsid w:val="00224257"/>
    <w:rsid w:val="00240B8C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77C15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20308"/>
    <w:rsid w:val="00535E9B"/>
    <w:rsid w:val="005453F1"/>
    <w:rsid w:val="00551FB7"/>
    <w:rsid w:val="00554FB2"/>
    <w:rsid w:val="005563FF"/>
    <w:rsid w:val="00562090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1001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A92"/>
    <w:rsid w:val="00944BEA"/>
    <w:rsid w:val="00945A7B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39B5"/>
    <w:rsid w:val="00CC76F6"/>
    <w:rsid w:val="00CD2022"/>
    <w:rsid w:val="00CE2F55"/>
    <w:rsid w:val="00D03C12"/>
    <w:rsid w:val="00D10930"/>
    <w:rsid w:val="00D1247E"/>
    <w:rsid w:val="00D21BCE"/>
    <w:rsid w:val="00D516C1"/>
    <w:rsid w:val="00D6344F"/>
    <w:rsid w:val="00D7286B"/>
    <w:rsid w:val="00D80614"/>
    <w:rsid w:val="00D80E4A"/>
    <w:rsid w:val="00D8588E"/>
    <w:rsid w:val="00D9793B"/>
    <w:rsid w:val="00DA64DB"/>
    <w:rsid w:val="00DB1E5E"/>
    <w:rsid w:val="00DB3B99"/>
    <w:rsid w:val="00DB4140"/>
    <w:rsid w:val="00DC76F0"/>
    <w:rsid w:val="00DC7E48"/>
    <w:rsid w:val="00DD06C0"/>
    <w:rsid w:val="00DD3B22"/>
    <w:rsid w:val="00DE1789"/>
    <w:rsid w:val="00DE2A42"/>
    <w:rsid w:val="00DE3208"/>
    <w:rsid w:val="00DE5745"/>
    <w:rsid w:val="00DF2ED5"/>
    <w:rsid w:val="00E12F47"/>
    <w:rsid w:val="00E146F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4A7F"/>
    <w:rsid w:val="00E95B91"/>
    <w:rsid w:val="00E96B09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0596"/>
    <w:rsid w:val="00F835B4"/>
    <w:rsid w:val="00F90B96"/>
    <w:rsid w:val="00FA0F6A"/>
    <w:rsid w:val="00FA3178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129 - Załącznik nr 8 do SWZ - Wykaz osób.docx</dmsv2BaseFileName>
    <dmsv2BaseDisplayName xmlns="http://schemas.microsoft.com/sharepoint/v3">129 - Załącznik nr 8 do SWZ - Wykaz osób</dmsv2BaseDisplayName>
    <dmsv2SWPP2ObjectNumber xmlns="http://schemas.microsoft.com/sharepoint/v3">POST/DYS/OB/GZ/00129/2026                         </dmsv2SWPP2ObjectNumber>
    <dmsv2SWPP2SumMD5 xmlns="http://schemas.microsoft.com/sharepoint/v3">7efd84ba0c37622d9813c34d2fba1029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703759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24157537</dmsv2BaseClientSystemDocumentID>
    <dmsv2BaseModifiedByID xmlns="http://schemas.microsoft.com/sharepoint/v3">11500344</dmsv2BaseModifiedByID>
    <dmsv2BaseCreatedByID xmlns="http://schemas.microsoft.com/sharepoint/v3">11500344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JEUP5JKVCYQC-1092029480-20689</_dlc_DocId>
    <_dlc_DocIdUrl xmlns="a19cb1c7-c5c7-46d4-85ae-d83685407bba">
      <Url>https://swpp2.dms.gkpge.pl/sites/41/_layouts/15/DocIdRedir.aspx?ID=JEUP5JKVCYQC-1092029480-20689</Url>
      <Description>JEUP5JKVCYQC-1092029480-20689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847638-4735-4580-AC58-F5928E794FC4}"/>
</file>

<file path=customXml/itemProps2.xml><?xml version="1.0" encoding="utf-8"?>
<ds:datastoreItem xmlns:ds="http://schemas.openxmlformats.org/officeDocument/2006/customXml" ds:itemID="{0631D40F-7662-4094-99F1-E08BA507EC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a19cb1c7-c5c7-46d4-85ae-d83685407bba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15</TotalTime>
  <Pages>2</Pages>
  <Words>483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5</cp:revision>
  <cp:lastPrinted>2024-07-15T11:21:00Z</cp:lastPrinted>
  <dcterms:created xsi:type="dcterms:W3CDTF">2025-07-29T07:59:00Z</dcterms:created>
  <dcterms:modified xsi:type="dcterms:W3CDTF">2026-01-20T10:24:00Z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4148d42e-56da-4647-b188-b714ba4883d7</vt:lpwstr>
  </property>
</Properties>
</file>